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B97F3" w14:textId="77777777" w:rsidR="004374B6" w:rsidRPr="006B6B42" w:rsidRDefault="004374B6" w:rsidP="004374B6">
      <w:pPr>
        <w:rPr>
          <w:rFonts w:ascii="Arial" w:hAnsi="Arial" w:cs="Arial"/>
          <w:sz w:val="22"/>
          <w:szCs w:val="22"/>
          <w:lang w:val="et-EE"/>
        </w:rPr>
      </w:pPr>
      <w:r w:rsidRPr="006B6B42">
        <w:rPr>
          <w:rFonts w:ascii="Arial" w:hAnsi="Arial" w:cs="Arial"/>
          <w:sz w:val="22"/>
          <w:szCs w:val="22"/>
          <w:lang w:val="et-EE"/>
        </w:rPr>
        <w:tab/>
      </w:r>
    </w:p>
    <w:p w14:paraId="1F0B213B" w14:textId="77777777" w:rsidR="00EC00CE" w:rsidRDefault="00EC00CE" w:rsidP="004374B6">
      <w:pPr>
        <w:rPr>
          <w:rFonts w:ascii="Arial" w:hAnsi="Arial" w:cs="Arial"/>
          <w:sz w:val="22"/>
          <w:szCs w:val="22"/>
          <w:lang w:val="et-EE"/>
        </w:rPr>
      </w:pPr>
    </w:p>
    <w:p w14:paraId="10E4640E" w14:textId="77777777" w:rsidR="00BF2068" w:rsidRDefault="00BF2068" w:rsidP="00FB706B">
      <w:pPr>
        <w:rPr>
          <w:rFonts w:ascii="Arial" w:hAnsi="Arial" w:cs="Arial"/>
          <w:sz w:val="22"/>
          <w:szCs w:val="22"/>
          <w:lang w:val="et-EE"/>
        </w:rPr>
      </w:pPr>
    </w:p>
    <w:p w14:paraId="229A1BD4" w14:textId="77777777" w:rsidR="00BF2068" w:rsidRDefault="00BF2068" w:rsidP="00FB706B">
      <w:pPr>
        <w:rPr>
          <w:rFonts w:ascii="Arial" w:hAnsi="Arial" w:cs="Arial"/>
          <w:sz w:val="22"/>
          <w:szCs w:val="22"/>
          <w:lang w:val="et-EE"/>
        </w:rPr>
      </w:pPr>
    </w:p>
    <w:p w14:paraId="29D78084" w14:textId="77777777" w:rsidR="00BF2068" w:rsidRDefault="00BF2068" w:rsidP="00FB706B">
      <w:pPr>
        <w:rPr>
          <w:rFonts w:ascii="Arial" w:hAnsi="Arial" w:cs="Arial"/>
          <w:sz w:val="22"/>
          <w:szCs w:val="22"/>
          <w:lang w:val="et-EE"/>
        </w:rPr>
      </w:pPr>
    </w:p>
    <w:p w14:paraId="3FF00DD1" w14:textId="77777777" w:rsidR="00BF2068" w:rsidRDefault="00BF2068" w:rsidP="00FB706B">
      <w:pPr>
        <w:rPr>
          <w:rFonts w:ascii="Arial" w:hAnsi="Arial" w:cs="Arial"/>
          <w:sz w:val="22"/>
          <w:szCs w:val="22"/>
          <w:lang w:val="et-EE"/>
        </w:rPr>
      </w:pPr>
    </w:p>
    <w:p w14:paraId="29407E27" w14:textId="77777777" w:rsidR="00BF2068" w:rsidRDefault="00BF2068" w:rsidP="00FB706B">
      <w:pPr>
        <w:rPr>
          <w:rFonts w:ascii="Arial" w:hAnsi="Arial" w:cs="Arial"/>
          <w:sz w:val="22"/>
          <w:szCs w:val="22"/>
          <w:lang w:val="et-EE"/>
        </w:rPr>
      </w:pPr>
    </w:p>
    <w:p w14:paraId="61A7E108" w14:textId="774EE8A8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Transpordiamet</w:t>
      </w:r>
      <w:r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ab/>
      </w:r>
      <w:r w:rsidR="00F94AA9">
        <w:rPr>
          <w:rFonts w:ascii="Arial" w:hAnsi="Arial" w:cs="Arial"/>
          <w:sz w:val="22"/>
          <w:szCs w:val="22"/>
          <w:lang w:val="et-EE"/>
        </w:rPr>
        <w:t>18</w:t>
      </w:r>
      <w:r>
        <w:rPr>
          <w:rFonts w:ascii="Arial" w:hAnsi="Arial" w:cs="Arial"/>
          <w:sz w:val="22"/>
          <w:szCs w:val="22"/>
          <w:lang w:val="et-EE"/>
        </w:rPr>
        <w:t xml:space="preserve">. </w:t>
      </w:r>
      <w:r w:rsidR="00F94AA9">
        <w:rPr>
          <w:rFonts w:ascii="Arial" w:hAnsi="Arial" w:cs="Arial"/>
          <w:sz w:val="22"/>
          <w:szCs w:val="22"/>
          <w:lang w:val="et-EE"/>
        </w:rPr>
        <w:t>märts</w:t>
      </w:r>
      <w:r>
        <w:rPr>
          <w:rFonts w:ascii="Arial" w:hAnsi="Arial" w:cs="Arial"/>
          <w:sz w:val="22"/>
          <w:szCs w:val="22"/>
          <w:lang w:val="et-EE"/>
        </w:rPr>
        <w:t xml:space="preserve"> 202</w:t>
      </w:r>
      <w:r w:rsidR="00F94AA9">
        <w:rPr>
          <w:rFonts w:ascii="Arial" w:hAnsi="Arial" w:cs="Arial"/>
          <w:sz w:val="22"/>
          <w:szCs w:val="22"/>
          <w:lang w:val="et-EE"/>
        </w:rPr>
        <w:t>5</w:t>
      </w:r>
      <w:r>
        <w:rPr>
          <w:rFonts w:ascii="Arial" w:hAnsi="Arial" w:cs="Arial"/>
          <w:sz w:val="22"/>
          <w:szCs w:val="22"/>
          <w:lang w:val="et-EE"/>
        </w:rPr>
        <w:t>. a</w:t>
      </w:r>
    </w:p>
    <w:p w14:paraId="0070E553" w14:textId="77777777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Lõõtsa 5</w:t>
      </w:r>
      <w:r w:rsidRPr="00485D02">
        <w:rPr>
          <w:rFonts w:ascii="Arial" w:hAnsi="Arial" w:cs="Arial"/>
          <w:sz w:val="22"/>
          <w:szCs w:val="22"/>
          <w:lang w:val="et-EE"/>
        </w:rPr>
        <w:t>, Tallinn, 1</w:t>
      </w:r>
      <w:r>
        <w:rPr>
          <w:rFonts w:ascii="Arial" w:hAnsi="Arial" w:cs="Arial"/>
          <w:sz w:val="22"/>
          <w:szCs w:val="22"/>
          <w:lang w:val="et-EE"/>
        </w:rPr>
        <w:t>1415</w:t>
      </w:r>
    </w:p>
    <w:p w14:paraId="061A4678" w14:textId="77777777" w:rsidR="00FB706B" w:rsidRDefault="00FB706B" w:rsidP="00FB706B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info@transpordiamet.ee</w:t>
      </w:r>
    </w:p>
    <w:p w14:paraId="390E2E9B" w14:textId="77777777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</w:p>
    <w:p w14:paraId="701EBA71" w14:textId="77777777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</w:p>
    <w:p w14:paraId="65E3829A" w14:textId="77777777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</w:p>
    <w:p w14:paraId="64162A08" w14:textId="77777777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</w:p>
    <w:p w14:paraId="415757D0" w14:textId="77777777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</w:p>
    <w:p w14:paraId="4ED09769" w14:textId="77777777" w:rsidR="00FB706B" w:rsidRPr="00FD0F91" w:rsidRDefault="00FB706B" w:rsidP="00FB706B">
      <w:pPr>
        <w:rPr>
          <w:rFonts w:ascii="Arial" w:hAnsi="Arial" w:cs="Arial"/>
          <w:b/>
          <w:sz w:val="22"/>
          <w:szCs w:val="22"/>
          <w:lang w:val="et-EE"/>
        </w:rPr>
      </w:pPr>
      <w:r w:rsidRPr="00FD0F91">
        <w:rPr>
          <w:rFonts w:ascii="Arial" w:hAnsi="Arial" w:cs="Arial"/>
          <w:b/>
          <w:sz w:val="22"/>
          <w:szCs w:val="22"/>
          <w:lang w:val="et-EE"/>
        </w:rPr>
        <w:t>TEADE</w:t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Pr="00FD0F91">
        <w:rPr>
          <w:rFonts w:ascii="Arial" w:hAnsi="Arial" w:cs="Arial"/>
          <w:b/>
          <w:sz w:val="22"/>
          <w:szCs w:val="22"/>
          <w:lang w:val="et-EE"/>
        </w:rPr>
        <w:tab/>
      </w:r>
    </w:p>
    <w:p w14:paraId="334D709C" w14:textId="71537C59" w:rsidR="00FB706B" w:rsidRPr="00FD0F91" w:rsidRDefault="00FB706B" w:rsidP="00FB706B">
      <w:pPr>
        <w:rPr>
          <w:rFonts w:ascii="Arial" w:hAnsi="Arial" w:cs="Arial"/>
          <w:b/>
          <w:sz w:val="22"/>
          <w:szCs w:val="22"/>
          <w:lang w:val="et-EE"/>
        </w:rPr>
      </w:pPr>
      <w:r w:rsidRPr="00FD0F91">
        <w:rPr>
          <w:rFonts w:ascii="Arial" w:hAnsi="Arial" w:cs="Arial"/>
          <w:b/>
          <w:sz w:val="22"/>
          <w:szCs w:val="22"/>
          <w:lang w:val="et-EE"/>
        </w:rPr>
        <w:t xml:space="preserve">Üüri indekseerimise kohta alates 01. </w:t>
      </w:r>
      <w:r>
        <w:rPr>
          <w:rFonts w:ascii="Arial" w:hAnsi="Arial" w:cs="Arial"/>
          <w:b/>
          <w:sz w:val="22"/>
          <w:szCs w:val="22"/>
          <w:lang w:val="et-EE"/>
        </w:rPr>
        <w:t>j</w:t>
      </w:r>
      <w:r w:rsidRPr="00FD0F91">
        <w:rPr>
          <w:rFonts w:ascii="Arial" w:hAnsi="Arial" w:cs="Arial"/>
          <w:b/>
          <w:sz w:val="22"/>
          <w:szCs w:val="22"/>
          <w:lang w:val="et-EE"/>
        </w:rPr>
        <w:t>aanuarist 20</w:t>
      </w:r>
      <w:r>
        <w:rPr>
          <w:rFonts w:ascii="Arial" w:hAnsi="Arial" w:cs="Arial"/>
          <w:b/>
          <w:sz w:val="22"/>
          <w:szCs w:val="22"/>
          <w:lang w:val="et-EE"/>
        </w:rPr>
        <w:t>2</w:t>
      </w:r>
      <w:r w:rsidR="00F94AA9">
        <w:rPr>
          <w:rFonts w:ascii="Arial" w:hAnsi="Arial" w:cs="Arial"/>
          <w:b/>
          <w:sz w:val="22"/>
          <w:szCs w:val="22"/>
          <w:lang w:val="et-EE"/>
        </w:rPr>
        <w:t>6</w:t>
      </w:r>
      <w:r w:rsidRPr="00FD0F91">
        <w:rPr>
          <w:rFonts w:ascii="Arial" w:hAnsi="Arial" w:cs="Arial"/>
          <w:b/>
          <w:sz w:val="22"/>
          <w:szCs w:val="22"/>
          <w:lang w:val="et-EE"/>
        </w:rPr>
        <w:t>. a</w:t>
      </w:r>
    </w:p>
    <w:p w14:paraId="3CE5E5DE" w14:textId="77777777" w:rsidR="00FB706B" w:rsidRPr="00485D02" w:rsidRDefault="00FB706B" w:rsidP="00FB706B">
      <w:pPr>
        <w:rPr>
          <w:rFonts w:ascii="Arial" w:hAnsi="Arial" w:cs="Arial"/>
          <w:sz w:val="22"/>
          <w:szCs w:val="22"/>
          <w:lang w:val="et-EE"/>
        </w:rPr>
      </w:pPr>
    </w:p>
    <w:p w14:paraId="5AB03D47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362BBF82" w14:textId="77777777" w:rsidR="00FB706B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475EBB96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184F4FC6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7E03071D" w14:textId="77777777" w:rsidR="00FB76DA" w:rsidRDefault="00FB76DA" w:rsidP="00BF2068">
      <w:pPr>
        <w:ind w:left="720" w:hanging="720"/>
        <w:jc w:val="both"/>
        <w:rPr>
          <w:rFonts w:ascii="Arial" w:hAnsi="Arial" w:cs="Arial"/>
          <w:sz w:val="22"/>
          <w:szCs w:val="22"/>
          <w:lang w:val="et-EE"/>
        </w:rPr>
      </w:pPr>
    </w:p>
    <w:p w14:paraId="22E6C9BD" w14:textId="77777777" w:rsidR="00D6222F" w:rsidRDefault="00FB706B" w:rsidP="00991AB1">
      <w:pPr>
        <w:ind w:left="720" w:hanging="720"/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>Vastavalt TÜ</w:t>
      </w:r>
      <w:r w:rsidR="00F94AA9">
        <w:rPr>
          <w:rFonts w:ascii="Arial" w:hAnsi="Arial" w:cs="Arial"/>
          <w:sz w:val="22"/>
          <w:szCs w:val="22"/>
          <w:lang w:val="et-EE"/>
        </w:rPr>
        <w:t>C Majad</w:t>
      </w:r>
      <w:r w:rsidRPr="00485D02">
        <w:rPr>
          <w:rFonts w:ascii="Arial" w:hAnsi="Arial" w:cs="Arial"/>
          <w:sz w:val="22"/>
          <w:szCs w:val="22"/>
          <w:lang w:val="et-EE"/>
        </w:rPr>
        <w:t xml:space="preserve"> AS ja </w:t>
      </w:r>
      <w:r>
        <w:rPr>
          <w:rFonts w:ascii="Arial" w:hAnsi="Arial" w:cs="Arial"/>
          <w:sz w:val="22"/>
          <w:szCs w:val="22"/>
          <w:lang w:val="et-EE"/>
        </w:rPr>
        <w:t>Eesti Vabariik Lennuameti kaudu</w:t>
      </w:r>
      <w:r w:rsidRPr="00485D02">
        <w:rPr>
          <w:rFonts w:ascii="Arial" w:hAnsi="Arial" w:cs="Arial"/>
          <w:sz w:val="22"/>
          <w:szCs w:val="22"/>
          <w:lang w:val="et-EE"/>
        </w:rPr>
        <w:t xml:space="preserve"> vahel sõlmitud Üürilepingu</w:t>
      </w:r>
      <w:r w:rsidR="00D6222F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CBF80B6" w14:textId="77777777" w:rsidR="00122203" w:rsidRDefault="00D6222F" w:rsidP="00991AB1">
      <w:pPr>
        <w:ind w:left="720" w:hanging="720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nr. </w:t>
      </w:r>
      <w:r w:rsidR="00FB706B">
        <w:rPr>
          <w:rFonts w:ascii="Arial" w:hAnsi="Arial" w:cs="Arial"/>
          <w:sz w:val="22"/>
          <w:szCs w:val="22"/>
          <w:lang w:val="et-EE"/>
        </w:rPr>
        <w:t>L5-5</w:t>
      </w:r>
      <w:r w:rsidR="00FB706B" w:rsidRPr="00485D02">
        <w:rPr>
          <w:rFonts w:ascii="Arial" w:hAnsi="Arial" w:cs="Arial"/>
          <w:sz w:val="22"/>
          <w:szCs w:val="22"/>
          <w:lang w:val="et-EE"/>
        </w:rPr>
        <w:t xml:space="preserve"> </w:t>
      </w:r>
      <w:r w:rsidR="00BF2068">
        <w:rPr>
          <w:rFonts w:ascii="Arial" w:hAnsi="Arial" w:cs="Arial"/>
          <w:sz w:val="22"/>
          <w:szCs w:val="22"/>
          <w:lang w:val="et-EE"/>
        </w:rPr>
        <w:t xml:space="preserve">tüüptingimuste punktile 3.14 ja </w:t>
      </w:r>
      <w:r w:rsidR="00FC5CEC">
        <w:rPr>
          <w:rFonts w:ascii="Arial" w:hAnsi="Arial" w:cs="Arial"/>
          <w:sz w:val="22"/>
          <w:szCs w:val="22"/>
          <w:lang w:val="et-EE"/>
        </w:rPr>
        <w:t xml:space="preserve">eritingimuste </w:t>
      </w:r>
      <w:r w:rsidR="00FB706B" w:rsidRPr="00485D02">
        <w:rPr>
          <w:rFonts w:ascii="Arial" w:hAnsi="Arial" w:cs="Arial"/>
          <w:sz w:val="22"/>
          <w:szCs w:val="22"/>
          <w:lang w:val="et-EE"/>
        </w:rPr>
        <w:t xml:space="preserve">punktile </w:t>
      </w:r>
      <w:r w:rsidR="00FB706B">
        <w:rPr>
          <w:rFonts w:ascii="Arial" w:hAnsi="Arial" w:cs="Arial"/>
          <w:sz w:val="22"/>
          <w:szCs w:val="22"/>
          <w:lang w:val="et-EE"/>
        </w:rPr>
        <w:t>6</w:t>
      </w:r>
      <w:r w:rsidR="00FB706B" w:rsidRPr="00485D02">
        <w:rPr>
          <w:rFonts w:ascii="Arial" w:hAnsi="Arial" w:cs="Arial"/>
          <w:sz w:val="22"/>
          <w:szCs w:val="22"/>
          <w:lang w:val="et-EE"/>
        </w:rPr>
        <w:t>. teatame, et alates</w:t>
      </w:r>
      <w:r w:rsidR="007F7A7C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6044FB" w14:textId="77777777" w:rsidR="00122203" w:rsidRDefault="00122203" w:rsidP="00991AB1">
      <w:pPr>
        <w:ind w:left="720" w:hanging="720"/>
        <w:jc w:val="both"/>
        <w:rPr>
          <w:rFonts w:ascii="Arial" w:hAnsi="Arial" w:cs="Arial"/>
          <w:sz w:val="22"/>
          <w:szCs w:val="22"/>
          <w:lang w:val="et-EE"/>
        </w:rPr>
      </w:pPr>
      <w:r w:rsidRPr="00122203">
        <w:rPr>
          <w:rFonts w:ascii="Arial" w:hAnsi="Arial" w:cs="Arial"/>
          <w:sz w:val="22"/>
          <w:szCs w:val="22"/>
          <w:lang w:val="et-EE"/>
        </w:rPr>
        <w:t>1.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="00FB706B" w:rsidRPr="000E4C60">
        <w:rPr>
          <w:rFonts w:ascii="Arial" w:hAnsi="Arial" w:cs="Arial"/>
          <w:sz w:val="22"/>
          <w:szCs w:val="22"/>
          <w:lang w:val="et-EE"/>
        </w:rPr>
        <w:t>jaanuar</w:t>
      </w:r>
      <w:r w:rsidR="00176ECE">
        <w:rPr>
          <w:rFonts w:ascii="Arial" w:hAnsi="Arial" w:cs="Arial"/>
          <w:sz w:val="22"/>
          <w:szCs w:val="22"/>
          <w:lang w:val="et-EE"/>
        </w:rPr>
        <w:t xml:space="preserve">ist </w:t>
      </w:r>
      <w:r w:rsidR="00FB706B" w:rsidRPr="000E4C60">
        <w:rPr>
          <w:rFonts w:ascii="Arial" w:hAnsi="Arial" w:cs="Arial"/>
          <w:sz w:val="22"/>
          <w:szCs w:val="22"/>
          <w:lang w:val="et-EE"/>
        </w:rPr>
        <w:t>202</w:t>
      </w:r>
      <w:r w:rsidR="000E4C60" w:rsidRPr="000E4C60">
        <w:rPr>
          <w:rFonts w:ascii="Arial" w:hAnsi="Arial" w:cs="Arial"/>
          <w:sz w:val="22"/>
          <w:szCs w:val="22"/>
          <w:lang w:val="et-EE"/>
        </w:rPr>
        <w:t>6</w:t>
      </w:r>
      <w:r w:rsidR="00FB706B" w:rsidRPr="000E4C60">
        <w:rPr>
          <w:rFonts w:ascii="Arial" w:hAnsi="Arial" w:cs="Arial"/>
          <w:sz w:val="22"/>
          <w:szCs w:val="22"/>
          <w:lang w:val="et-EE"/>
        </w:rPr>
        <w:t>. a on lepingujärgne üüriteenuse hind 15,</w:t>
      </w:r>
      <w:r w:rsidR="00FB76DA" w:rsidRPr="000E4C60">
        <w:rPr>
          <w:rFonts w:ascii="Arial" w:hAnsi="Arial" w:cs="Arial"/>
          <w:sz w:val="22"/>
          <w:szCs w:val="22"/>
          <w:lang w:val="et-EE"/>
        </w:rPr>
        <w:t>5</w:t>
      </w:r>
      <w:r w:rsidR="00FB706B" w:rsidRPr="000E4C60">
        <w:rPr>
          <w:rFonts w:ascii="Arial" w:hAnsi="Arial" w:cs="Arial"/>
          <w:sz w:val="22"/>
          <w:szCs w:val="22"/>
          <w:lang w:val="et-EE"/>
        </w:rPr>
        <w:t>0 eurot/m</w:t>
      </w:r>
      <w:r w:rsidR="00FB706B" w:rsidRPr="000E4C60">
        <w:rPr>
          <w:rFonts w:ascii="Arial" w:hAnsi="Arial" w:cs="Arial"/>
          <w:sz w:val="22"/>
          <w:szCs w:val="22"/>
          <w:vertAlign w:val="superscript"/>
          <w:lang w:val="et-EE"/>
        </w:rPr>
        <w:t>2</w:t>
      </w:r>
      <w:r w:rsidR="00FB706B" w:rsidRPr="000E4C60">
        <w:rPr>
          <w:rFonts w:ascii="Arial" w:hAnsi="Arial" w:cs="Arial"/>
          <w:sz w:val="22"/>
          <w:szCs w:val="22"/>
          <w:lang w:val="et-EE"/>
        </w:rPr>
        <w:t xml:space="preserve"> (lisandub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35B41015" w14:textId="74B06003" w:rsidR="00FB706B" w:rsidRPr="000E4C60" w:rsidRDefault="00122203" w:rsidP="00991AB1">
      <w:pPr>
        <w:ind w:left="720" w:hanging="720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="00FB706B" w:rsidRPr="000E4C60">
        <w:rPr>
          <w:rFonts w:ascii="Arial" w:hAnsi="Arial" w:cs="Arial"/>
          <w:sz w:val="22"/>
          <w:szCs w:val="22"/>
          <w:lang w:val="et-EE"/>
        </w:rPr>
        <w:t>käibemaks).</w:t>
      </w:r>
    </w:p>
    <w:p w14:paraId="57D9D576" w14:textId="77777777" w:rsidR="00FB706B" w:rsidRPr="00485D02" w:rsidRDefault="00FB706B" w:rsidP="007F7A7C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ADEF5EB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368D2159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F45192A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78E3452F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41E20F9D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187DD779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2EC003D7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>Juhatuse liige</w:t>
      </w:r>
    </w:p>
    <w:p w14:paraId="17602281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E1868B5" w14:textId="00472744" w:rsidR="00FB706B" w:rsidRPr="00485D02" w:rsidRDefault="00DF35D6" w:rsidP="00FB706B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Ursel Velve</w:t>
      </w:r>
    </w:p>
    <w:p w14:paraId="6975CA48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66DE26E3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7386C088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13951B18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A3D1A98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>Juhatuse liige</w:t>
      </w:r>
    </w:p>
    <w:p w14:paraId="75321FDE" w14:textId="77777777" w:rsidR="00FB706B" w:rsidRPr="00485D02" w:rsidRDefault="00FB706B" w:rsidP="00FB706B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D4C1836" w14:textId="01583F86" w:rsidR="00EC00CE" w:rsidRDefault="00DF35D6" w:rsidP="004374B6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Sten Pärnits</w:t>
      </w:r>
    </w:p>
    <w:sectPr w:rsidR="00EC00CE" w:rsidSect="009713E9">
      <w:headerReference w:type="default" r:id="rId8"/>
      <w:footerReference w:type="default" r:id="rId9"/>
      <w:pgSz w:w="11907" w:h="16840" w:code="9"/>
      <w:pgMar w:top="1531" w:right="1134" w:bottom="1871" w:left="1985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646E9" w14:textId="77777777" w:rsidR="00EE5AD8" w:rsidRDefault="00EE5AD8">
      <w:r>
        <w:separator/>
      </w:r>
    </w:p>
  </w:endnote>
  <w:endnote w:type="continuationSeparator" w:id="0">
    <w:p w14:paraId="7593C158" w14:textId="77777777" w:rsidR="00EE5AD8" w:rsidRDefault="00EE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AAE89" w14:textId="14096958" w:rsidR="00DF39E2" w:rsidRPr="00294F9D" w:rsidRDefault="00DF39E2" w:rsidP="009713E9">
    <w:pPr>
      <w:pStyle w:val="TechFooter"/>
    </w:pPr>
    <w:r w:rsidRPr="00294F9D">
      <w:t>T</w:t>
    </w:r>
    <w:r w:rsidR="00BB0E32">
      <w:t>ÜC Majad</w:t>
    </w:r>
    <w:r w:rsidRPr="00294F9D">
      <w:t xml:space="preserve"> AS</w:t>
    </w:r>
  </w:p>
  <w:p w14:paraId="412697AF" w14:textId="2E6E669F" w:rsidR="00DF39E2" w:rsidRPr="00294F9D" w:rsidRDefault="00BB0E32" w:rsidP="009713E9">
    <w:pPr>
      <w:pStyle w:val="TechFooter"/>
    </w:pPr>
    <w:r>
      <w:t>Sepise 7</w:t>
    </w:r>
    <w:r w:rsidR="00DF39E2" w:rsidRPr="00294F9D">
      <w:t>, 11415 Tallinn, Estonia</w:t>
    </w:r>
  </w:p>
  <w:p w14:paraId="0095ED38" w14:textId="746F3BF6" w:rsidR="00DF39E2" w:rsidRPr="00294F9D" w:rsidRDefault="00DF39E2" w:rsidP="009713E9">
    <w:pPr>
      <w:pStyle w:val="TechFooter"/>
    </w:pPr>
    <w:r w:rsidRPr="00294F9D">
      <w:t xml:space="preserve">Tel. + 372 </w:t>
    </w:r>
    <w:r w:rsidR="00B00858">
      <w:t>53 046 992</w:t>
    </w:r>
    <w:r w:rsidRPr="00294F9D">
      <w:t xml:space="preserve">, </w:t>
    </w:r>
    <w:r w:rsidR="00BB0E32">
      <w:t>info</w:t>
    </w:r>
    <w:r w:rsidRPr="00294F9D">
      <w:t>@</w:t>
    </w:r>
    <w:r w:rsidR="00BB0E32">
      <w:t>mainorulemiste</w:t>
    </w:r>
    <w:r w:rsidRPr="00294F9D">
      <w:t>.ee, www.</w:t>
    </w:r>
    <w:r w:rsidR="00BB0E32">
      <w:t>ulemistecity</w:t>
    </w:r>
    <w:r w:rsidRPr="00294F9D">
      <w:t>.ee</w:t>
    </w:r>
  </w:p>
  <w:p w14:paraId="12BA2C41" w14:textId="0D30A4D6" w:rsidR="00DF39E2" w:rsidRPr="00E51E44" w:rsidRDefault="00805BA6" w:rsidP="009713E9">
    <w:pPr>
      <w:pStyle w:val="TechFooter"/>
      <w:rPr>
        <w:rFonts w:ascii="Times New Roman" w:hAnsi="Times New Roman"/>
      </w:rPr>
    </w:pPr>
    <w:r>
      <w:t>Registrikood</w:t>
    </w:r>
    <w:r w:rsidR="00DF39E2" w:rsidRPr="00E51E44">
      <w:t>: 11978111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ADB8C" w14:textId="77777777" w:rsidR="00EE5AD8" w:rsidRDefault="00EE5AD8">
      <w:r>
        <w:separator/>
      </w:r>
    </w:p>
  </w:footnote>
  <w:footnote w:type="continuationSeparator" w:id="0">
    <w:p w14:paraId="039A1B30" w14:textId="77777777" w:rsidR="00EE5AD8" w:rsidRDefault="00EE5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7F7FE" w14:textId="694969BB" w:rsidR="00DF39E2" w:rsidRPr="00CB58EE" w:rsidRDefault="001A3DB5" w:rsidP="009713E9">
    <w:pPr>
      <w:rPr>
        <w:rFonts w:ascii="Arial" w:hAnsi="Arial" w:cs="Arial"/>
        <w:sz w:val="40"/>
        <w:szCs w:val="40"/>
      </w:rPr>
    </w:pPr>
    <w:r w:rsidRPr="00CB58EE">
      <w:rPr>
        <w:rFonts w:ascii="Arial" w:hAnsi="Arial" w:cs="Arial"/>
        <w:sz w:val="40"/>
        <w:szCs w:val="40"/>
      </w:rPr>
      <w:t>TÜC Majad 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76B75"/>
    <w:multiLevelType w:val="hybridMultilevel"/>
    <w:tmpl w:val="847E41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8E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585C8E"/>
    <w:multiLevelType w:val="hybridMultilevel"/>
    <w:tmpl w:val="68D087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13F7E"/>
    <w:multiLevelType w:val="hybridMultilevel"/>
    <w:tmpl w:val="9B86EF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3457DC"/>
    <w:multiLevelType w:val="hybridMultilevel"/>
    <w:tmpl w:val="328462BC"/>
    <w:lvl w:ilvl="0" w:tplc="1FAC8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4E7DA8"/>
    <w:multiLevelType w:val="hybridMultilevel"/>
    <w:tmpl w:val="A46413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03E23"/>
    <w:multiLevelType w:val="hybridMultilevel"/>
    <w:tmpl w:val="A46686CC"/>
    <w:lvl w:ilvl="0" w:tplc="C8E6B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6252666">
    <w:abstractNumId w:val="3"/>
  </w:num>
  <w:num w:numId="2" w16cid:durableId="191042454">
    <w:abstractNumId w:val="0"/>
  </w:num>
  <w:num w:numId="3" w16cid:durableId="421994505">
    <w:abstractNumId w:val="2"/>
  </w:num>
  <w:num w:numId="4" w16cid:durableId="1796874413">
    <w:abstractNumId w:val="4"/>
  </w:num>
  <w:num w:numId="5" w16cid:durableId="1236360393">
    <w:abstractNumId w:val="5"/>
  </w:num>
  <w:num w:numId="6" w16cid:durableId="375860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lickAndTypeStyle w:val="TechNormal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628"/>
    <w:rsid w:val="00014B8A"/>
    <w:rsid w:val="000213AD"/>
    <w:rsid w:val="00035425"/>
    <w:rsid w:val="00057B62"/>
    <w:rsid w:val="000905E3"/>
    <w:rsid w:val="00095100"/>
    <w:rsid w:val="000D33B1"/>
    <w:rsid w:val="000E4C60"/>
    <w:rsid w:val="0011491E"/>
    <w:rsid w:val="00122203"/>
    <w:rsid w:val="00156959"/>
    <w:rsid w:val="00176ECE"/>
    <w:rsid w:val="001A3DB5"/>
    <w:rsid w:val="001C322F"/>
    <w:rsid w:val="001D7C22"/>
    <w:rsid w:val="00220867"/>
    <w:rsid w:val="002506A4"/>
    <w:rsid w:val="00263485"/>
    <w:rsid w:val="002B5256"/>
    <w:rsid w:val="002D6CA2"/>
    <w:rsid w:val="002F1847"/>
    <w:rsid w:val="002F23A3"/>
    <w:rsid w:val="002F34B0"/>
    <w:rsid w:val="002F4E9F"/>
    <w:rsid w:val="003228E3"/>
    <w:rsid w:val="00365ECD"/>
    <w:rsid w:val="00382197"/>
    <w:rsid w:val="00383628"/>
    <w:rsid w:val="00385062"/>
    <w:rsid w:val="00387A2F"/>
    <w:rsid w:val="00393261"/>
    <w:rsid w:val="003E7AA0"/>
    <w:rsid w:val="0040273A"/>
    <w:rsid w:val="004374B6"/>
    <w:rsid w:val="00437BB0"/>
    <w:rsid w:val="004559E4"/>
    <w:rsid w:val="004D5936"/>
    <w:rsid w:val="004E1177"/>
    <w:rsid w:val="00504618"/>
    <w:rsid w:val="0055006F"/>
    <w:rsid w:val="005932B2"/>
    <w:rsid w:val="005A1BC2"/>
    <w:rsid w:val="005D1164"/>
    <w:rsid w:val="006516A1"/>
    <w:rsid w:val="00656EA2"/>
    <w:rsid w:val="00662909"/>
    <w:rsid w:val="006B04EF"/>
    <w:rsid w:val="006B6B42"/>
    <w:rsid w:val="006C4597"/>
    <w:rsid w:val="007137D1"/>
    <w:rsid w:val="007550B6"/>
    <w:rsid w:val="0076367E"/>
    <w:rsid w:val="00767815"/>
    <w:rsid w:val="00777351"/>
    <w:rsid w:val="00794E1F"/>
    <w:rsid w:val="007D5B73"/>
    <w:rsid w:val="007F7A7C"/>
    <w:rsid w:val="00805BA6"/>
    <w:rsid w:val="008126F5"/>
    <w:rsid w:val="00866DD1"/>
    <w:rsid w:val="008C31FE"/>
    <w:rsid w:val="008E3E3B"/>
    <w:rsid w:val="009044AA"/>
    <w:rsid w:val="009142D6"/>
    <w:rsid w:val="00931286"/>
    <w:rsid w:val="009532EC"/>
    <w:rsid w:val="009713E9"/>
    <w:rsid w:val="009720A5"/>
    <w:rsid w:val="00991AB1"/>
    <w:rsid w:val="00993755"/>
    <w:rsid w:val="009B5FDA"/>
    <w:rsid w:val="00A00F75"/>
    <w:rsid w:val="00A05681"/>
    <w:rsid w:val="00A15786"/>
    <w:rsid w:val="00A246D0"/>
    <w:rsid w:val="00A26311"/>
    <w:rsid w:val="00A4098E"/>
    <w:rsid w:val="00A64C6A"/>
    <w:rsid w:val="00A9019D"/>
    <w:rsid w:val="00A901D4"/>
    <w:rsid w:val="00AA0F3F"/>
    <w:rsid w:val="00B00858"/>
    <w:rsid w:val="00B43D2F"/>
    <w:rsid w:val="00B61B02"/>
    <w:rsid w:val="00B61C40"/>
    <w:rsid w:val="00B62ACD"/>
    <w:rsid w:val="00BA45C9"/>
    <w:rsid w:val="00BB0E32"/>
    <w:rsid w:val="00BF2068"/>
    <w:rsid w:val="00C2010B"/>
    <w:rsid w:val="00C208C0"/>
    <w:rsid w:val="00C33F2B"/>
    <w:rsid w:val="00C37C1C"/>
    <w:rsid w:val="00C41652"/>
    <w:rsid w:val="00C418F4"/>
    <w:rsid w:val="00C5025C"/>
    <w:rsid w:val="00C62723"/>
    <w:rsid w:val="00CB41FF"/>
    <w:rsid w:val="00CB58EE"/>
    <w:rsid w:val="00CB5CD5"/>
    <w:rsid w:val="00D03A02"/>
    <w:rsid w:val="00D0601F"/>
    <w:rsid w:val="00D40431"/>
    <w:rsid w:val="00D442CC"/>
    <w:rsid w:val="00D6222F"/>
    <w:rsid w:val="00D9252C"/>
    <w:rsid w:val="00DB004F"/>
    <w:rsid w:val="00DF35D6"/>
    <w:rsid w:val="00DF39E2"/>
    <w:rsid w:val="00E32DDA"/>
    <w:rsid w:val="00E637E8"/>
    <w:rsid w:val="00E66E6D"/>
    <w:rsid w:val="00E8669A"/>
    <w:rsid w:val="00EB51F7"/>
    <w:rsid w:val="00EC00CE"/>
    <w:rsid w:val="00EC06B0"/>
    <w:rsid w:val="00EE5AD8"/>
    <w:rsid w:val="00EF22A2"/>
    <w:rsid w:val="00F24524"/>
    <w:rsid w:val="00F501FD"/>
    <w:rsid w:val="00F67DF4"/>
    <w:rsid w:val="00F749F1"/>
    <w:rsid w:val="00F86EB6"/>
    <w:rsid w:val="00F94369"/>
    <w:rsid w:val="00F94AA9"/>
    <w:rsid w:val="00FA00BB"/>
    <w:rsid w:val="00FB0D76"/>
    <w:rsid w:val="00FB706B"/>
    <w:rsid w:val="00FB76DA"/>
    <w:rsid w:val="00FC5CEC"/>
    <w:rsid w:val="00FC61C4"/>
    <w:rsid w:val="00FF14FC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68FB6B"/>
  <w15:docId w15:val="{03BA67E0-2B1A-4EBD-A527-F1F572C4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360"/>
    <w:rPr>
      <w:sz w:val="24"/>
      <w:szCs w:val="24"/>
      <w:lang w:val="en-US" w:eastAsia="en-US"/>
    </w:rPr>
  </w:style>
  <w:style w:type="paragraph" w:styleId="Heading1">
    <w:name w:val="heading 1"/>
    <w:basedOn w:val="Heading2"/>
    <w:next w:val="BodyText"/>
    <w:link w:val="Heading1Char"/>
    <w:qFormat/>
    <w:rsid w:val="009532EC"/>
    <w:pPr>
      <w:overflowPunct w:val="0"/>
      <w:autoSpaceDE w:val="0"/>
      <w:autoSpaceDN w:val="0"/>
      <w:adjustRightInd w:val="0"/>
      <w:spacing w:before="0" w:after="130" w:line="280" w:lineRule="atLeast"/>
      <w:textAlignment w:val="baseline"/>
      <w:outlineLvl w:val="0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532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501FD"/>
    <w:rPr>
      <w:color w:val="0000FF"/>
      <w:u w:val="single"/>
    </w:rPr>
  </w:style>
  <w:style w:type="paragraph" w:styleId="Header">
    <w:name w:val="header"/>
    <w:basedOn w:val="Normal"/>
    <w:rsid w:val="00AD082F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AD082F"/>
    <w:pPr>
      <w:tabs>
        <w:tab w:val="center" w:pos="4703"/>
        <w:tab w:val="right" w:pos="9406"/>
      </w:tabs>
    </w:pPr>
  </w:style>
  <w:style w:type="paragraph" w:customStyle="1" w:styleId="TechFooter">
    <w:name w:val="_Tech_Footer"/>
    <w:basedOn w:val="TechBodyTextEST"/>
    <w:qFormat/>
    <w:rsid w:val="00DD34F9"/>
    <w:pPr>
      <w:ind w:left="-1418"/>
    </w:pPr>
    <w:rPr>
      <w:sz w:val="17"/>
    </w:rPr>
  </w:style>
  <w:style w:type="paragraph" w:customStyle="1" w:styleId="TechBodyTextEST">
    <w:name w:val="_Tech_Body Text EST"/>
    <w:basedOn w:val="Normal"/>
    <w:qFormat/>
    <w:rsid w:val="0018328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/>
    </w:pPr>
    <w:rPr>
      <w:rFonts w:ascii="Arial" w:hAnsi="Arial" w:cs="Arial"/>
      <w:sz w:val="20"/>
      <w:szCs w:val="16"/>
      <w:lang w:val="et-EE"/>
    </w:rPr>
  </w:style>
  <w:style w:type="paragraph" w:customStyle="1" w:styleId="TechHeading">
    <w:name w:val="_Tech_Heading"/>
    <w:basedOn w:val="TechBodyTextEST"/>
    <w:next w:val="TechBodyTextEST"/>
    <w:qFormat/>
    <w:rsid w:val="00B27034"/>
    <w:rPr>
      <w:sz w:val="40"/>
    </w:rPr>
  </w:style>
  <w:style w:type="paragraph" w:customStyle="1" w:styleId="TechSub-heading">
    <w:name w:val="_Tech_Sub-heading"/>
    <w:basedOn w:val="TechBodyTextEST"/>
    <w:next w:val="TechBodyTextEST"/>
    <w:qFormat/>
    <w:rsid w:val="00547A21"/>
    <w:rPr>
      <w:rFonts w:ascii="Arial Bold" w:hAnsi="Arial Bold"/>
      <w:sz w:val="24"/>
    </w:rPr>
  </w:style>
  <w:style w:type="paragraph" w:customStyle="1" w:styleId="TechSub-headingblue">
    <w:name w:val="_Tech_Sub-heading_blue"/>
    <w:basedOn w:val="TechSub-heading"/>
    <w:qFormat/>
    <w:rsid w:val="00547A21"/>
    <w:rPr>
      <w:color w:val="0073C6"/>
    </w:rPr>
  </w:style>
  <w:style w:type="paragraph" w:customStyle="1" w:styleId="TechDate">
    <w:name w:val="_Tech_Date"/>
    <w:basedOn w:val="TechBodyTextEST"/>
    <w:next w:val="TechBodyTextEST"/>
    <w:qFormat/>
    <w:rsid w:val="001E6322"/>
    <w:pPr>
      <w:jc w:val="right"/>
    </w:pPr>
  </w:style>
  <w:style w:type="character" w:customStyle="1" w:styleId="TechHyperlink">
    <w:name w:val="_Tech_Hyperlink"/>
    <w:rsid w:val="001C03A2"/>
    <w:rPr>
      <w:rFonts w:ascii="Arial" w:hAnsi="Arial"/>
      <w:color w:val="0073C6"/>
      <w:sz w:val="20"/>
      <w:u w:val="single"/>
    </w:rPr>
  </w:style>
  <w:style w:type="character" w:styleId="FollowedHyperlink">
    <w:name w:val="FollowedHyperlink"/>
    <w:rsid w:val="00D54B6D"/>
    <w:rPr>
      <w:color w:val="800080"/>
      <w:u w:val="single"/>
    </w:rPr>
  </w:style>
  <w:style w:type="paragraph" w:customStyle="1" w:styleId="TechBodyTextENG">
    <w:name w:val="_Tech_Body Text ENG"/>
    <w:basedOn w:val="TechBodyTextEST"/>
    <w:qFormat/>
    <w:rsid w:val="000C4187"/>
    <w:rPr>
      <w:lang w:val="en-GB"/>
    </w:rPr>
  </w:style>
  <w:style w:type="paragraph" w:customStyle="1" w:styleId="TechNormal">
    <w:name w:val="_Tech_Normal"/>
    <w:next w:val="TechBodyTextEST"/>
    <w:qFormat/>
    <w:rsid w:val="00B061EB"/>
    <w:rPr>
      <w:rFonts w:ascii="Arial" w:hAnsi="Arial" w:cs="Arial"/>
      <w:szCs w:val="16"/>
      <w:lang w:val="et-EE" w:eastAsia="en-US"/>
    </w:rPr>
  </w:style>
  <w:style w:type="character" w:customStyle="1" w:styleId="Heading1Char">
    <w:name w:val="Heading 1 Char"/>
    <w:basedOn w:val="DefaultParagraphFont"/>
    <w:link w:val="Heading1"/>
    <w:rsid w:val="009532EC"/>
    <w:rPr>
      <w:b/>
      <w:sz w:val="24"/>
      <w:lang w:eastAsia="en-US"/>
    </w:rPr>
  </w:style>
  <w:style w:type="paragraph" w:styleId="BodyText">
    <w:name w:val="Body Text"/>
    <w:basedOn w:val="Normal"/>
    <w:link w:val="BodyTextChar"/>
    <w:rsid w:val="009532EC"/>
    <w:pP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532EC"/>
    <w:rPr>
      <w:sz w:val="22"/>
      <w:lang w:eastAsia="en-US"/>
    </w:rPr>
  </w:style>
  <w:style w:type="paragraph" w:styleId="Signature">
    <w:name w:val="Signature"/>
    <w:basedOn w:val="Normal"/>
    <w:link w:val="SignatureChar"/>
    <w:rsid w:val="009532EC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9532EC"/>
    <w:rPr>
      <w:sz w:val="22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9532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ListParagraph">
    <w:name w:val="List Paragraph"/>
    <w:basedOn w:val="Normal"/>
    <w:uiPriority w:val="34"/>
    <w:qFormat/>
    <w:rsid w:val="000E4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hur\Local%20Settings\Temporary%20Internet%20Files\Content.Outlook\OO2JV15W\Tech_&#220;C_kirjaplank_V&#196;RVILINE_1010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BC602-1261-43B7-AD9C-A8C4D492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Tech_ÜC_kirjaplank_VÄRVILINE_101005</Template>
  <TotalTime>12</TotalTime>
  <Pages>1</Pages>
  <Words>63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 Kinnisvara</Company>
  <LinksUpToDate>false</LinksUpToDate>
  <CharactersWithSpaces>512</CharactersWithSpaces>
  <SharedDoc>false</SharedDoc>
  <HLinks>
    <vt:vector size="12" baseType="variant">
      <vt:variant>
        <vt:i4>2293839</vt:i4>
      </vt:variant>
      <vt:variant>
        <vt:i4>3</vt:i4>
      </vt:variant>
      <vt:variant>
        <vt:i4>0</vt:i4>
      </vt:variant>
      <vt:variant>
        <vt:i4>5</vt:i4>
      </vt:variant>
      <vt:variant>
        <vt:lpwstr>mailto:Anne.Mahlakoiv@Technopolis.ee</vt:lpwstr>
      </vt:variant>
      <vt:variant>
        <vt:lpwstr/>
      </vt:variant>
      <vt:variant>
        <vt:i4>4653095</vt:i4>
      </vt:variant>
      <vt:variant>
        <vt:i4>0</vt:i4>
      </vt:variant>
      <vt:variant>
        <vt:i4>0</vt:i4>
      </vt:variant>
      <vt:variant>
        <vt:i4>5</vt:i4>
      </vt:variant>
      <vt:variant>
        <vt:lpwstr>mailto:Gert.Jostov@Technopolis.ee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vahur</dc:creator>
  <cp:lastModifiedBy>Anne Mahlakõiv</cp:lastModifiedBy>
  <cp:revision>15</cp:revision>
  <cp:lastPrinted>2010-11-01T10:26:00Z</cp:lastPrinted>
  <dcterms:created xsi:type="dcterms:W3CDTF">2025-03-18T08:22:00Z</dcterms:created>
  <dcterms:modified xsi:type="dcterms:W3CDTF">2025-03-18T08:35:00Z</dcterms:modified>
</cp:coreProperties>
</file>